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DFCA0" w14:textId="77777777" w:rsidR="006E17A5" w:rsidRDefault="006E17A5" w:rsidP="006E5C6C"/>
    <w:p w14:paraId="51DE1A6F" w14:textId="1701880E" w:rsidR="006E17A5" w:rsidRPr="006E17A5" w:rsidRDefault="00354C5C" w:rsidP="00B87D91">
      <w:r>
        <w:t xml:space="preserve">Příloha č. </w:t>
      </w:r>
      <w:r w:rsidR="00B87D91">
        <w:t>1</w:t>
      </w:r>
      <w:r>
        <w:t xml:space="preserve"> Výzvy k podání nabídky</w:t>
      </w:r>
    </w:p>
    <w:p w14:paraId="672FBC5D" w14:textId="35CBB805" w:rsidR="00B95810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B56BEC">
        <w:rPr>
          <w:b/>
          <w:color w:val="FF5200" w:themeColor="accent2"/>
          <w:sz w:val="36"/>
          <w:szCs w:val="36"/>
        </w:rPr>
        <w:t>„</w:t>
      </w:r>
      <w:r w:rsidR="00B56BEC" w:rsidRPr="00B56BEC">
        <w:rPr>
          <w:b/>
          <w:color w:val="FF5200" w:themeColor="accent2"/>
          <w:sz w:val="36"/>
          <w:szCs w:val="36"/>
        </w:rPr>
        <w:t xml:space="preserve">Oprava </w:t>
      </w:r>
      <w:r w:rsidR="00CE17F5">
        <w:rPr>
          <w:b/>
          <w:color w:val="FF5200" w:themeColor="accent2"/>
          <w:sz w:val="36"/>
          <w:szCs w:val="36"/>
        </w:rPr>
        <w:t>mostu v km 1,007 na trati Karlovy Vary dol. n. – Karlovy Vary</w:t>
      </w:r>
      <w:r w:rsidR="00B56BEC" w:rsidRPr="00B56BEC">
        <w:rPr>
          <w:b/>
          <w:color w:val="FF5200" w:themeColor="accent2"/>
          <w:sz w:val="36"/>
          <w:szCs w:val="36"/>
        </w:rPr>
        <w:t xml:space="preserve"> (PD)</w:t>
      </w:r>
      <w:r w:rsidR="0031280B" w:rsidRPr="00B56BEC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1080E0F6" w:rsidR="008B1A2C" w:rsidRPr="00743C9F" w:rsidRDefault="000128D4" w:rsidP="00B87D91">
      <w:pPr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</w:pPr>
      <w:r w:rsidRPr="00743C9F">
        <w:rPr>
          <w:b/>
          <w:color w:val="FF5200" w:themeColor="accent2"/>
          <w:sz w:val="32"/>
          <w:szCs w:val="32"/>
        </w:rPr>
        <w:t>vedené pod</w:t>
      </w:r>
      <w:r w:rsidR="00743C9F" w:rsidRPr="00743C9F">
        <w:rPr>
          <w:b/>
          <w:color w:val="FF5200" w:themeColor="accent2"/>
          <w:sz w:val="32"/>
          <w:szCs w:val="32"/>
        </w:rPr>
        <w:t xml:space="preserve"> č.j.</w:t>
      </w:r>
      <w:r w:rsidRPr="00743C9F">
        <w:rPr>
          <w:b/>
          <w:color w:val="FF5200" w:themeColor="accent2"/>
          <w:sz w:val="32"/>
          <w:szCs w:val="32"/>
        </w:rPr>
        <w:t xml:space="preserve"> </w:t>
      </w:r>
      <w:r w:rsidR="00D4243E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17020</w:t>
      </w:r>
      <w:r w:rsidR="00743C9F" w:rsidRPr="00743C9F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/202</w:t>
      </w:r>
      <w:r w:rsidR="00CE17F5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5</w:t>
      </w:r>
      <w:r w:rsidR="00743C9F" w:rsidRPr="00743C9F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-SŽ-OŘ UNL-OVZ</w:t>
      </w:r>
    </w:p>
    <w:p w14:paraId="1208F231" w14:textId="77777777" w:rsidR="00B56BEC" w:rsidRPr="00B87D91" w:rsidRDefault="00B56BEC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012356D" w14:textId="530F6787" w:rsidR="00EC18DE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923811" w:history="1">
            <w:r w:rsidR="00EC18DE" w:rsidRPr="00E04CCD">
              <w:rPr>
                <w:rStyle w:val="Hypertextovodkaz"/>
                <w:noProof/>
              </w:rPr>
              <w:t>Kapitola 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Základní údaje k nabídce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5984FC4" w14:textId="206F989F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2" w:history="1">
            <w:r w:rsidRPr="00E04CC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902BE" w14:textId="264C8E5C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3" w:history="1">
            <w:r w:rsidRPr="00E04CC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B2CA1" w14:textId="06EA1B46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4" w:history="1">
            <w:r w:rsidRPr="00E04CC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C1534" w14:textId="0600DDF8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5" w:history="1">
            <w:r w:rsidRPr="00E04CC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610FB" w14:textId="5AD9D627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6" w:history="1">
            <w:r w:rsidRPr="00E04CCD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643A7" w14:textId="7DD3249B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7" w:history="1">
            <w:r w:rsidRPr="00E04CC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E28AD" w14:textId="363C0639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8" w:history="1">
            <w:r w:rsidRPr="00E04CCD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 w:rsidR="00141D4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2B2180" w14:textId="0D7B445A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9" w:history="1">
            <w:r w:rsidRPr="00E04CCD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13597" w14:textId="2B4F8C8B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0" w:history="1">
            <w:r w:rsidRPr="00E04CCD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1D910" w14:textId="14DE7BB2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1" w:history="1">
            <w:r w:rsidRPr="00E04CCD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 w:rsidR="00141D4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0D13AB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992381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9C49128" w14:textId="77777777" w:rsidR="00B56BEC" w:rsidRPr="00B56BEC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B56BEC" w:rsidRPr="00B56BEC">
        <w:t>Ing. Martinem Kašparem, ředitelem Oblastního ředitelství</w:t>
      </w:r>
      <w:r w:rsidRPr="00B56BEC">
        <w:t>,</w:t>
      </w:r>
    </w:p>
    <w:p w14:paraId="51E167B5" w14:textId="09885B1B" w:rsidR="00EA444A" w:rsidRDefault="00B56BE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56BEC">
        <w:tab/>
      </w:r>
      <w:r w:rsidRPr="00B56BEC">
        <w:tab/>
      </w:r>
      <w:r w:rsidRPr="00B56BEC">
        <w:tab/>
        <w:t xml:space="preserve">       </w:t>
      </w:r>
      <w:r w:rsidR="00EA444A" w:rsidRPr="00B56BEC">
        <w:t xml:space="preserve">na základě pověření č. </w:t>
      </w:r>
      <w:r w:rsidRPr="00B56BEC">
        <w:t>2652</w:t>
      </w:r>
      <w:r w:rsidR="00EA444A" w:rsidRPr="00B56BEC">
        <w:t xml:space="preserve"> ze dne </w:t>
      </w:r>
      <w:r w:rsidRPr="00B56BEC">
        <w:t>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9B2BEA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9B2BEA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9B2BEA">
        <w:rPr>
          <w:rFonts w:eastAsia="Times New Roman" w:cs="Times New Roman"/>
          <w:highlight w:val="yellow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9B2BE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9B2BEA">
        <w:rPr>
          <w:rFonts w:eastAsia="Times New Roman" w:cs="Times New Roman"/>
          <w:highlight w:val="yellow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9B2BEA">
        <w:rPr>
          <w:rFonts w:eastAsia="Times New Roman" w:cs="Times New Roman"/>
          <w:highlight w:val="yellow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F1BCEF5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B56BEC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8DF770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4243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9B2BEA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4243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9B2BEA">
        <w:rPr>
          <w:rStyle w:val="Znakapoznpodarou"/>
          <w:highlight w:val="yellow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headerReference w:type="even" r:id="rId16"/>
          <w:head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992381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20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99238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992381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575FDE65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59923815"/>
      <w:r w:rsidRPr="00E85D44">
        <w:lastRenderedPageBreak/>
        <w:t>Čestné prohlášení o splnění technické kvalifikace</w:t>
      </w:r>
      <w:bookmarkEnd w:id="4"/>
      <w:r w:rsidR="00BD516B">
        <w:t xml:space="preserve"> – Zadavatel nepožaduje</w:t>
      </w:r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59923816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8"/>
        <w:gridCol w:w="4024"/>
      </w:tblGrid>
      <w:tr w:rsidR="00F44645" w:rsidRPr="004F0938" w14:paraId="23E1AAD0" w14:textId="77777777" w:rsidTr="00CD40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14:paraId="083B475F" w14:textId="77777777" w:rsidR="00F44645" w:rsidRPr="00CD4098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CD4098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024" w:type="dxa"/>
            <w:shd w:val="clear" w:color="auto" w:fill="auto"/>
          </w:tcPr>
          <w:p w14:paraId="652DAA0D" w14:textId="77777777" w:rsidR="00F44645" w:rsidRPr="00CD4098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D4098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4F0938" w14:paraId="5D07A0DB" w14:textId="77777777" w:rsidTr="00CD40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14:paraId="2362AB3B" w14:textId="163E63CB" w:rsidR="00F44645" w:rsidRPr="00CD4098" w:rsidRDefault="00CD4098" w:rsidP="00A327CB">
            <w:pPr>
              <w:rPr>
                <w:rFonts w:eastAsia="Times New Roman" w:cs="Times New Roman"/>
                <w:b/>
                <w:bCs/>
                <w:highlight w:val="yellow"/>
                <w:lang w:eastAsia="cs-CZ"/>
              </w:rPr>
            </w:pPr>
            <w:r w:rsidRPr="00CD4098">
              <w:rPr>
                <w:rFonts w:eastAsia="Times New Roman" w:cs="Times New Roman"/>
                <w:b/>
                <w:bCs/>
                <w:lang w:eastAsia="cs-CZ"/>
              </w:rPr>
              <w:t>Projektant na mostní objekty</w:t>
            </w:r>
          </w:p>
        </w:tc>
        <w:tc>
          <w:tcPr>
            <w:tcW w:w="4024" w:type="dxa"/>
            <w:shd w:val="clear" w:color="auto" w:fill="auto"/>
          </w:tcPr>
          <w:p w14:paraId="1B4FBCB8" w14:textId="77777777" w:rsidR="00F44645" w:rsidRPr="004F0938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4F0938" w14:paraId="030DEE8B" w14:textId="77777777" w:rsidTr="00CD40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08B2CC60" w14:textId="5DD63147" w:rsidR="00F44645" w:rsidRPr="00CD4098" w:rsidRDefault="00CD4098" w:rsidP="00A327CB">
            <w:pPr>
              <w:rPr>
                <w:rFonts w:eastAsia="Times New Roman" w:cs="Times New Roman"/>
                <w:b/>
                <w:bCs/>
                <w:highlight w:val="yellow"/>
                <w:lang w:eastAsia="cs-CZ"/>
              </w:rPr>
            </w:pPr>
            <w:r w:rsidRPr="00CD4098">
              <w:rPr>
                <w:rFonts w:eastAsia="Times New Roman" w:cs="Times New Roman"/>
                <w:b/>
                <w:bCs/>
                <w:lang w:eastAsia="cs-CZ"/>
              </w:rPr>
              <w:t>Autorizovaný/úředně oprávněný zeměměřičský inženýr</w:t>
            </w:r>
          </w:p>
        </w:tc>
        <w:tc>
          <w:tcPr>
            <w:tcW w:w="4024" w:type="dxa"/>
          </w:tcPr>
          <w:p w14:paraId="4E57380B" w14:textId="77777777" w:rsidR="00F44645" w:rsidRPr="004F0938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4F0938" w14:paraId="0AC6A739" w14:textId="77777777" w:rsidTr="00CD40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4884F73A" w14:textId="01DCC7C0" w:rsidR="00F44645" w:rsidRPr="009B2BEA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9B2BEA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024" w:type="dxa"/>
          </w:tcPr>
          <w:p w14:paraId="300D56C6" w14:textId="77777777" w:rsidR="00F44645" w:rsidRPr="004F0938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4F0938" w14:paraId="274AC354" w14:textId="77777777" w:rsidTr="00BD5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9B2BEA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9B2BEA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 w:rsidRPr="009B2BEA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9B2BEA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:rsidRPr="004F0938" w14:paraId="4057DA1D" w14:textId="77777777" w:rsidTr="00BD51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4F0938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4F0938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4F0938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9B2BEA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9B2BEA">
        <w:rPr>
          <w:rFonts w:eastAsia="Times New Roman" w:cs="Times New Roman"/>
          <w:highlight w:val="yellow"/>
          <w:lang w:eastAsia="cs-CZ"/>
        </w:rPr>
        <w:t>Přílohy:</w:t>
      </w:r>
    </w:p>
    <w:p w14:paraId="23E77F5D" w14:textId="0B587076" w:rsidR="00F44645" w:rsidRPr="009B2BEA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9B2BEA">
        <w:rPr>
          <w:rFonts w:eastAsia="Times New Roman" w:cs="Times New Roman"/>
          <w:highlight w:val="yellow"/>
          <w:lang w:eastAsia="cs-CZ"/>
        </w:rPr>
        <w:t>Životopis Název funkce</w:t>
      </w:r>
    </w:p>
    <w:p w14:paraId="32A27CB1" w14:textId="0FA34E0D" w:rsidR="000128D4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9B2BEA">
        <w:rPr>
          <w:rFonts w:eastAsia="Times New Roman" w:cs="Times New Roman"/>
          <w:highlight w:val="yellow"/>
          <w:lang w:eastAsia="cs-CZ"/>
        </w:rPr>
        <w:t>Jiné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4B053E4C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59923817"/>
      <w:r w:rsidRPr="000128D4">
        <w:lastRenderedPageBreak/>
        <w:t>Čestné prohlášení o ekonomické kvalifikaci</w:t>
      </w:r>
      <w:bookmarkEnd w:id="7"/>
      <w:r w:rsidR="00BD516B">
        <w:t xml:space="preserve"> – Zadavatel nepožaduje</w:t>
      </w:r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55868349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5992381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59923819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0026A752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BD516B">
        <w:rPr>
          <w:rFonts w:ascii="Verdana" w:hAnsi="Verdana"/>
          <w:b/>
          <w:bCs/>
        </w:rPr>
        <w:t xml:space="preserve">Oprava </w:t>
      </w:r>
      <w:r w:rsidR="00CE17F5">
        <w:rPr>
          <w:rFonts w:ascii="Verdana" w:hAnsi="Verdana"/>
          <w:b/>
          <w:bCs/>
        </w:rPr>
        <w:t>mostu v km 1,007 na trati Karlovy Vary dol. n. – Karlovy Vary</w:t>
      </w:r>
      <w:r w:rsidR="00BD516B">
        <w:rPr>
          <w:rFonts w:ascii="Verdana" w:hAnsi="Verdana"/>
          <w:b/>
          <w:bCs/>
        </w:rPr>
        <w:t xml:space="preserve"> (PD)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13D6D3E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="00CE17F5">
        <w:rPr>
          <w:rFonts w:ascii="Verdana" w:hAnsi="Verdana"/>
        </w:rPr>
        <w:t>„</w:t>
      </w:r>
      <w:r w:rsidR="00CE17F5">
        <w:rPr>
          <w:rFonts w:ascii="Verdana" w:hAnsi="Verdana"/>
          <w:b/>
          <w:bCs/>
        </w:rPr>
        <w:t>Oprava mostu v km 1,007 na trati Karlovy Vary dol. n. – Karlovy Vary (PD)</w:t>
      </w:r>
      <w:r w:rsidR="00CE17F5">
        <w:rPr>
          <w:rFonts w:ascii="Verdana" w:hAnsi="Verdana"/>
        </w:rPr>
        <w:t xml:space="preserve">“ </w:t>
      </w:r>
      <w:r>
        <w:rPr>
          <w:rFonts w:ascii="Verdana" w:hAnsi="Verdana"/>
        </w:rPr>
        <w:t>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59923820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r w:rsidRPr="00364FF2">
        <w:rPr>
          <w:rFonts w:eastAsia="Times New Roman"/>
        </w:rPr>
        <w:t xml:space="preserve"> </w:t>
      </w:r>
      <w:bookmarkEnd w:id="12"/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77777777" w:rsidR="00FB7211" w:rsidRDefault="00FB7211" w:rsidP="00FB7211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FB721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FB721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22235800" w:rsidR="00BD516B" w:rsidRDefault="00BD516B">
      <w:pPr>
        <w:rPr>
          <w:lang w:eastAsia="cs-CZ"/>
        </w:rPr>
      </w:pPr>
      <w:r>
        <w:rPr>
          <w:lang w:eastAsia="cs-CZ"/>
        </w:rPr>
        <w:br w:type="page"/>
      </w:r>
    </w:p>
    <w:p w14:paraId="40F3C759" w14:textId="77777777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59923821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bookmarkStart w:id="14" w:name="_Hlk162337749"/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bookmarkEnd w:id="14"/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9B2BEA" w:rsidRDefault="002126E7" w:rsidP="002126E7">
      <w:pPr>
        <w:rPr>
          <w:highlight w:val="yellow"/>
        </w:rPr>
      </w:pPr>
      <w:r w:rsidRPr="009B2BEA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9B2BEA">
        <w:rPr>
          <w:highlight w:val="yellow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21"/>
      <w:headerReference w:type="default" r:id="rId22"/>
      <w:headerReference w:type="first" r:id="rId23"/>
      <w:footerReference w:type="first" r:id="rId24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</w:tblGrid>
    <w:tr w:rsidR="00BC63D9" w14:paraId="0836C1CD" w14:textId="77777777" w:rsidTr="00BC63D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BC63D9" w:rsidRPr="00B8518B" w:rsidRDefault="00BC63D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</w:tblGrid>
    <w:tr w:rsidR="00BC63D9" w14:paraId="4B442BF1" w14:textId="77777777" w:rsidTr="00BC63D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271457" w14:textId="77777777" w:rsidR="00BC63D9" w:rsidRPr="00B8518B" w:rsidRDefault="00BC63D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1568A54" w14:textId="77777777" w:rsidR="00BC63D9" w:rsidRPr="00B8518B" w:rsidRDefault="00BC63D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E2BDCFE" wp14:editId="63C9DA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FA60FE"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51DFDFEE" wp14:editId="149E8B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2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A6E2B2" id="Straight Connector 10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AfeB/N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00580D2" w14:textId="77777777" w:rsidR="00BC63D9" w:rsidRPr="00460660" w:rsidRDefault="00BC63D9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9C39B" w14:textId="3737CB8D" w:rsidR="00CE17F5" w:rsidRDefault="00CE17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9312A" w14:textId="3E1142AD" w:rsidR="00CE17F5" w:rsidRDefault="00CE17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3B6C1FEB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44C90" w14:textId="22C6B074" w:rsidR="00CE17F5" w:rsidRDefault="00CE17F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84C98" w14:textId="3597FCB6" w:rsidR="00CE17F5" w:rsidRDefault="00CE17F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9E61D" w14:textId="2DF1F02F" w:rsidR="00BD516B" w:rsidRPr="00D6163D" w:rsidRDefault="00BD516B" w:rsidP="00FC6389">
    <w:pPr>
      <w:pStyle w:val="Zhlav"/>
      <w:rPr>
        <w:sz w:val="8"/>
        <w:szCs w:val="8"/>
      </w:rPr>
    </w:pPr>
  </w:p>
  <w:p w14:paraId="3BCDDAD3" w14:textId="77777777" w:rsidR="00BD516B" w:rsidRPr="00460660" w:rsidRDefault="00BD516B">
    <w:pPr>
      <w:pStyle w:val="Zhlav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DFDA" w14:textId="1FD0F273" w:rsidR="00CE17F5" w:rsidRDefault="00CE17F5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D3BE5" w14:textId="3B21EEBF" w:rsidR="00CE17F5" w:rsidRDefault="00CE17F5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600857EC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43803">
    <w:abstractNumId w:val="4"/>
  </w:num>
  <w:num w:numId="2" w16cid:durableId="148401801">
    <w:abstractNumId w:val="1"/>
  </w:num>
  <w:num w:numId="3" w16cid:durableId="10866850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762361">
    <w:abstractNumId w:val="15"/>
  </w:num>
  <w:num w:numId="5" w16cid:durableId="1982534480">
    <w:abstractNumId w:val="7"/>
  </w:num>
  <w:num w:numId="6" w16cid:durableId="2012832143">
    <w:abstractNumId w:val="9"/>
  </w:num>
  <w:num w:numId="7" w16cid:durableId="1295986342">
    <w:abstractNumId w:val="0"/>
  </w:num>
  <w:num w:numId="8" w16cid:durableId="1697804159">
    <w:abstractNumId w:val="10"/>
  </w:num>
  <w:num w:numId="9" w16cid:durableId="15212372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9455988">
    <w:abstractNumId w:val="9"/>
  </w:num>
  <w:num w:numId="11" w16cid:durableId="625163694">
    <w:abstractNumId w:val="1"/>
  </w:num>
  <w:num w:numId="12" w16cid:durableId="2113433273">
    <w:abstractNumId w:val="9"/>
  </w:num>
  <w:num w:numId="13" w16cid:durableId="1443841997">
    <w:abstractNumId w:val="9"/>
  </w:num>
  <w:num w:numId="14" w16cid:durableId="750588302">
    <w:abstractNumId w:val="9"/>
  </w:num>
  <w:num w:numId="15" w16cid:durableId="1623920075">
    <w:abstractNumId w:val="9"/>
  </w:num>
  <w:num w:numId="16" w16cid:durableId="912272924">
    <w:abstractNumId w:val="16"/>
  </w:num>
  <w:num w:numId="17" w16cid:durableId="138112428">
    <w:abstractNumId w:val="4"/>
  </w:num>
  <w:num w:numId="18" w16cid:durableId="1553073524">
    <w:abstractNumId w:val="16"/>
  </w:num>
  <w:num w:numId="19" w16cid:durableId="855271809">
    <w:abstractNumId w:val="16"/>
  </w:num>
  <w:num w:numId="20" w16cid:durableId="1726752680">
    <w:abstractNumId w:val="16"/>
  </w:num>
  <w:num w:numId="21" w16cid:durableId="695154491">
    <w:abstractNumId w:val="16"/>
  </w:num>
  <w:num w:numId="22" w16cid:durableId="476991730">
    <w:abstractNumId w:val="9"/>
  </w:num>
  <w:num w:numId="23" w16cid:durableId="365179050">
    <w:abstractNumId w:val="1"/>
  </w:num>
  <w:num w:numId="24" w16cid:durableId="598483875">
    <w:abstractNumId w:val="9"/>
  </w:num>
  <w:num w:numId="25" w16cid:durableId="29577735">
    <w:abstractNumId w:val="9"/>
  </w:num>
  <w:num w:numId="26" w16cid:durableId="1539776996">
    <w:abstractNumId w:val="9"/>
  </w:num>
  <w:num w:numId="27" w16cid:durableId="1868713988">
    <w:abstractNumId w:val="9"/>
  </w:num>
  <w:num w:numId="28" w16cid:durableId="778305680">
    <w:abstractNumId w:val="16"/>
  </w:num>
  <w:num w:numId="29" w16cid:durableId="1104809669">
    <w:abstractNumId w:val="4"/>
  </w:num>
  <w:num w:numId="30" w16cid:durableId="888419419">
    <w:abstractNumId w:val="16"/>
  </w:num>
  <w:num w:numId="31" w16cid:durableId="1854606053">
    <w:abstractNumId w:val="16"/>
  </w:num>
  <w:num w:numId="32" w16cid:durableId="1305937702">
    <w:abstractNumId w:val="16"/>
  </w:num>
  <w:num w:numId="33" w16cid:durableId="1920553937">
    <w:abstractNumId w:val="16"/>
  </w:num>
  <w:num w:numId="34" w16cid:durableId="667634111">
    <w:abstractNumId w:val="5"/>
  </w:num>
  <w:num w:numId="35" w16cid:durableId="1318682621">
    <w:abstractNumId w:val="18"/>
  </w:num>
  <w:num w:numId="36" w16cid:durableId="1979603949">
    <w:abstractNumId w:val="2"/>
  </w:num>
  <w:num w:numId="37" w16cid:durableId="506478539">
    <w:abstractNumId w:val="17"/>
  </w:num>
  <w:num w:numId="38" w16cid:durableId="596445134">
    <w:abstractNumId w:val="3"/>
  </w:num>
  <w:num w:numId="39" w16cid:durableId="412095129">
    <w:abstractNumId w:val="8"/>
  </w:num>
  <w:num w:numId="40" w16cid:durableId="1209028975">
    <w:abstractNumId w:val="13"/>
  </w:num>
  <w:num w:numId="41" w16cid:durableId="2051958570">
    <w:abstractNumId w:val="12"/>
  </w:num>
  <w:num w:numId="42" w16cid:durableId="1230074927">
    <w:abstractNumId w:val="6"/>
  </w:num>
  <w:num w:numId="43" w16cid:durableId="189269508">
    <w:abstractNumId w:val="14"/>
  </w:num>
  <w:num w:numId="44" w16cid:durableId="153696331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41D4F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64749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0938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42795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17A5"/>
    <w:rsid w:val="006E314D"/>
    <w:rsid w:val="006E5C6C"/>
    <w:rsid w:val="006E73DC"/>
    <w:rsid w:val="006F3330"/>
    <w:rsid w:val="00710723"/>
    <w:rsid w:val="007116AD"/>
    <w:rsid w:val="00723ED1"/>
    <w:rsid w:val="00743525"/>
    <w:rsid w:val="00743C9F"/>
    <w:rsid w:val="0076286B"/>
    <w:rsid w:val="00766846"/>
    <w:rsid w:val="0077673A"/>
    <w:rsid w:val="00777A61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138B9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0B87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BEA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56BEC"/>
    <w:rsid w:val="00B75EE1"/>
    <w:rsid w:val="00B77481"/>
    <w:rsid w:val="00B8518B"/>
    <w:rsid w:val="00B87D91"/>
    <w:rsid w:val="00B93EF0"/>
    <w:rsid w:val="00B95810"/>
    <w:rsid w:val="00BB78D1"/>
    <w:rsid w:val="00BC63D9"/>
    <w:rsid w:val="00BD516B"/>
    <w:rsid w:val="00BD7E91"/>
    <w:rsid w:val="00C02D0A"/>
    <w:rsid w:val="00C03A6E"/>
    <w:rsid w:val="00C044EE"/>
    <w:rsid w:val="00C15E30"/>
    <w:rsid w:val="00C228EE"/>
    <w:rsid w:val="00C25415"/>
    <w:rsid w:val="00C3428A"/>
    <w:rsid w:val="00C44F6A"/>
    <w:rsid w:val="00C47AE3"/>
    <w:rsid w:val="00C636FB"/>
    <w:rsid w:val="00C87B78"/>
    <w:rsid w:val="00CB377A"/>
    <w:rsid w:val="00CD1FC4"/>
    <w:rsid w:val="00CD4098"/>
    <w:rsid w:val="00CE17F5"/>
    <w:rsid w:val="00D21061"/>
    <w:rsid w:val="00D4108E"/>
    <w:rsid w:val="00D4243E"/>
    <w:rsid w:val="00D6163D"/>
    <w:rsid w:val="00D73D46"/>
    <w:rsid w:val="00D831A3"/>
    <w:rsid w:val="00DC75F3"/>
    <w:rsid w:val="00DD46F3"/>
    <w:rsid w:val="00DD7449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aspi://module='ASPI'&amp;link='134/2016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264749"/>
    <w:rsid w:val="0042266B"/>
    <w:rsid w:val="00495FA0"/>
    <w:rsid w:val="005E17D6"/>
    <w:rsid w:val="00642795"/>
    <w:rsid w:val="00702C56"/>
    <w:rsid w:val="00777A61"/>
    <w:rsid w:val="008138B9"/>
    <w:rsid w:val="00845CFC"/>
    <w:rsid w:val="00964FB4"/>
    <w:rsid w:val="009B2F31"/>
    <w:rsid w:val="00A04586"/>
    <w:rsid w:val="00AE45FC"/>
    <w:rsid w:val="00BB78D1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131</TotalTime>
  <Pages>13</Pages>
  <Words>1706</Words>
  <Characters>10067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42</cp:revision>
  <cp:lastPrinted>2017-11-28T17:18:00Z</cp:lastPrinted>
  <dcterms:created xsi:type="dcterms:W3CDTF">2023-03-01T08:18:00Z</dcterms:created>
  <dcterms:modified xsi:type="dcterms:W3CDTF">2025-06-18T07:35:00Z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